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F5D" w:rsidRDefault="000C7F5D">
      <w:pPr>
        <w:rPr>
          <w:sz w:val="48"/>
          <w:szCs w:val="48"/>
        </w:rPr>
      </w:pPr>
    </w:p>
    <w:p w:rsidR="000C7F5D" w:rsidRDefault="000C7F5D">
      <w:pPr>
        <w:rPr>
          <w:sz w:val="48"/>
          <w:szCs w:val="48"/>
        </w:rPr>
      </w:pPr>
      <w:r>
        <w:rPr>
          <w:sz w:val="48"/>
          <w:szCs w:val="48"/>
        </w:rPr>
        <w:t xml:space="preserve">Dear Mrs. Jones </w:t>
      </w:r>
    </w:p>
    <w:p w:rsidR="000C7F5D" w:rsidRDefault="000C7F5D">
      <w:pPr>
        <w:rPr>
          <w:sz w:val="48"/>
          <w:szCs w:val="48"/>
        </w:rPr>
      </w:pPr>
      <w:r w:rsidRPr="00E83975">
        <w:rPr>
          <w:sz w:val="48"/>
          <w:szCs w:val="48"/>
        </w:rPr>
        <w:t xml:space="preserve">Hello, Mrs. I am the boy you helped the last time. I am so thankful for all you have done for me. You change my life, and help a lot with my situation. I was by the wrong way, doing the wrong thing. You came as a teacher, and teach me how to be a good boy without grab pocketbook from others. You was so handful with this poor human being. Finally I am giving more to you, than I thought I could do and you deserve all that I am writing for being a wonderful woman. </w:t>
      </w:r>
      <w:r>
        <w:rPr>
          <w:sz w:val="48"/>
          <w:szCs w:val="48"/>
        </w:rPr>
        <w:t xml:space="preserve">                           </w:t>
      </w:r>
    </w:p>
    <w:p w:rsidR="000C7F5D" w:rsidRDefault="000C7F5D">
      <w:pPr>
        <w:rPr>
          <w:sz w:val="48"/>
          <w:szCs w:val="48"/>
        </w:rPr>
      </w:pPr>
      <w:r>
        <w:rPr>
          <w:sz w:val="48"/>
          <w:szCs w:val="48"/>
        </w:rPr>
        <w:t xml:space="preserve">                                                     Sincerely                                  </w:t>
      </w:r>
    </w:p>
    <w:p w:rsidR="000C7F5D" w:rsidRPr="00AF46D6" w:rsidRDefault="000C7F5D">
      <w:pPr>
        <w:rPr>
          <w:sz w:val="48"/>
          <w:szCs w:val="48"/>
        </w:rPr>
      </w:pPr>
      <w:r>
        <w:rPr>
          <w:sz w:val="48"/>
          <w:szCs w:val="48"/>
        </w:rPr>
        <w:t xml:space="preserve">                                                      Mr. Roger </w:t>
      </w:r>
    </w:p>
    <w:sectPr w:rsidR="000C7F5D" w:rsidRPr="00AF46D6" w:rsidSect="00857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6D6"/>
    <w:rsid w:val="000C7F5D"/>
    <w:rsid w:val="002E6841"/>
    <w:rsid w:val="007A6B29"/>
    <w:rsid w:val="008571D6"/>
    <w:rsid w:val="009A6F31"/>
    <w:rsid w:val="00AF46D6"/>
    <w:rsid w:val="00D277AC"/>
    <w:rsid w:val="00E83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D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100</Words>
  <Characters>574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Mrs</dc:title>
  <dc:subject/>
  <dc:creator>Irene</dc:creator>
  <cp:keywords/>
  <dc:description/>
  <cp:lastModifiedBy>Lawrence Public Schools</cp:lastModifiedBy>
  <cp:revision>2</cp:revision>
  <dcterms:created xsi:type="dcterms:W3CDTF">2012-06-11T18:23:00Z</dcterms:created>
  <dcterms:modified xsi:type="dcterms:W3CDTF">2012-06-11T18:23:00Z</dcterms:modified>
</cp:coreProperties>
</file>